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E2" w:rsidRDefault="0045462B">
      <w:pPr>
        <w:rPr>
          <w:sz w:val="32"/>
          <w:szCs w:val="32"/>
        </w:rPr>
      </w:pPr>
      <w:r>
        <w:rPr>
          <w:sz w:val="32"/>
          <w:szCs w:val="32"/>
        </w:rPr>
        <w:t>Students taking classes for credit at NECC first semester:</w:t>
      </w:r>
    </w:p>
    <w:p w:rsidR="00E42649" w:rsidRDefault="00E42649">
      <w:pPr>
        <w:rPr>
          <w:sz w:val="32"/>
          <w:szCs w:val="32"/>
        </w:rPr>
      </w:pPr>
      <w:r>
        <w:rPr>
          <w:sz w:val="32"/>
          <w:szCs w:val="32"/>
        </w:rPr>
        <w:t xml:space="preserve">Procter: </w:t>
      </w:r>
      <w:r w:rsidRPr="00E42649">
        <w:rPr>
          <w:sz w:val="32"/>
          <w:szCs w:val="32"/>
        </w:rPr>
        <w:t>Joyce Stalp</w:t>
      </w:r>
      <w:bookmarkStart w:id="0" w:name="_GoBack"/>
      <w:bookmarkEnd w:id="0"/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Marissa Franzluebbers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Psychology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Emily Knobbe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Psychology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Shelby Spenner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Psychology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Trisha Kaup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Psychology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Grace Kirwan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English Comp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Mary Kreikemeier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English Comp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Bradee Rief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English Comp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Tia Wolken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English Comp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Isaac Neiman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Animal Science</w:t>
      </w:r>
    </w:p>
    <w:p w:rsidR="00727306" w:rsidRDefault="00727306">
      <w:pPr>
        <w:rPr>
          <w:sz w:val="32"/>
          <w:szCs w:val="32"/>
        </w:rPr>
      </w:pPr>
      <w:r>
        <w:rPr>
          <w:sz w:val="32"/>
          <w:szCs w:val="32"/>
        </w:rPr>
        <w:t>Zach Wietfeld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Nutrition</w:t>
      </w:r>
    </w:p>
    <w:p w:rsidR="00727306" w:rsidRPr="0045462B" w:rsidRDefault="00727306">
      <w:pPr>
        <w:rPr>
          <w:sz w:val="32"/>
          <w:szCs w:val="32"/>
        </w:rPr>
      </w:pPr>
    </w:p>
    <w:sectPr w:rsidR="00727306" w:rsidRPr="0045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2B"/>
    <w:rsid w:val="0045462B"/>
    <w:rsid w:val="004604E2"/>
    <w:rsid w:val="00727306"/>
    <w:rsid w:val="00946AEB"/>
    <w:rsid w:val="00E4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3C9BE033</Template>
  <TotalTime>13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Wolken</dc:creator>
  <cp:lastModifiedBy>Judi Wolken</cp:lastModifiedBy>
  <cp:revision>3</cp:revision>
  <cp:lastPrinted>2012-03-12T17:22:00Z</cp:lastPrinted>
  <dcterms:created xsi:type="dcterms:W3CDTF">2012-03-12T17:10:00Z</dcterms:created>
  <dcterms:modified xsi:type="dcterms:W3CDTF">2012-03-12T19:15:00Z</dcterms:modified>
</cp:coreProperties>
</file>